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B27C1" w14:textId="0E8212C2" w:rsidR="00C95669" w:rsidRPr="0069220B" w:rsidRDefault="00C95669">
      <w:pPr>
        <w:rPr>
          <w:b/>
          <w:bCs/>
          <w:sz w:val="36"/>
          <w:szCs w:val="44"/>
        </w:rPr>
      </w:pPr>
      <w:r w:rsidRPr="0069220B">
        <w:rPr>
          <w:b/>
          <w:bCs/>
          <w:sz w:val="36"/>
          <w:szCs w:val="44"/>
        </w:rPr>
        <w:t>附件</w:t>
      </w:r>
      <w:r w:rsidR="00FA1033">
        <w:rPr>
          <w:b/>
          <w:bCs/>
          <w:sz w:val="36"/>
          <w:szCs w:val="44"/>
        </w:rPr>
        <w:t>4</w:t>
      </w:r>
      <w:r w:rsidRPr="0069220B">
        <w:rPr>
          <w:b/>
          <w:bCs/>
          <w:sz w:val="36"/>
          <w:szCs w:val="44"/>
        </w:rPr>
        <w:t>：</w:t>
      </w:r>
    </w:p>
    <w:tbl>
      <w:tblPr>
        <w:tblW w:w="10097" w:type="dxa"/>
        <w:tblInd w:w="-603" w:type="dxa"/>
        <w:tblLook w:val="0000" w:firstRow="0" w:lastRow="0" w:firstColumn="0" w:lastColumn="0" w:noHBand="0" w:noVBand="0"/>
      </w:tblPr>
      <w:tblGrid>
        <w:gridCol w:w="1100"/>
        <w:gridCol w:w="496"/>
        <w:gridCol w:w="567"/>
        <w:gridCol w:w="850"/>
        <w:gridCol w:w="817"/>
        <w:gridCol w:w="920"/>
        <w:gridCol w:w="1001"/>
        <w:gridCol w:w="1231"/>
        <w:gridCol w:w="1134"/>
        <w:gridCol w:w="1235"/>
        <w:gridCol w:w="746"/>
      </w:tblGrid>
      <w:tr w:rsidR="00C95669" w:rsidRPr="003E4910" w14:paraId="708E186E" w14:textId="77777777" w:rsidTr="00AF0607">
        <w:trPr>
          <w:trHeight w:val="525"/>
        </w:trPr>
        <w:tc>
          <w:tcPr>
            <w:tcW w:w="100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6317D78" w14:textId="77777777" w:rsidR="00C95669" w:rsidRPr="00D063D0" w:rsidRDefault="00B20B6D" w:rsidP="008F0312">
            <w:pPr>
              <w:widowControl/>
              <w:jc w:val="center"/>
              <w:rPr>
                <w:rFonts w:ascii="方正小标宋简体" w:eastAsia="方正小标宋简体"/>
                <w:kern w:val="0"/>
                <w:sz w:val="36"/>
                <w:szCs w:val="36"/>
              </w:rPr>
            </w:pPr>
            <w:r w:rsidRPr="00D063D0">
              <w:rPr>
                <w:rFonts w:ascii="方正小标宋简体" w:eastAsia="方正小标宋简体" w:hint="eastAsia"/>
                <w:kern w:val="0"/>
                <w:sz w:val="36"/>
                <w:szCs w:val="36"/>
              </w:rPr>
              <w:t>大气科学学院学生</w:t>
            </w:r>
            <w:r w:rsidR="00C95669" w:rsidRPr="00D063D0">
              <w:rPr>
                <w:rFonts w:ascii="方正小标宋简体" w:eastAsia="方正小标宋简体" w:hint="eastAsia"/>
                <w:kern w:val="0"/>
                <w:sz w:val="36"/>
                <w:szCs w:val="36"/>
              </w:rPr>
              <w:t>文明宿舍评选申请表</w:t>
            </w:r>
          </w:p>
          <w:p w14:paraId="61C8D487" w14:textId="7FD39B40" w:rsidR="00BE13A8" w:rsidRPr="008F0312" w:rsidRDefault="00AF0607" w:rsidP="00AF0607">
            <w:pPr>
              <w:widowControl/>
              <w:rPr>
                <w:b/>
                <w:bCs/>
                <w:kern w:val="0"/>
                <w:sz w:val="36"/>
                <w:szCs w:val="36"/>
              </w:rPr>
            </w:pPr>
            <w:r w:rsidRPr="003E4910">
              <w:rPr>
                <w:rFonts w:eastAsia="楷体_GB2312"/>
                <w:kern w:val="0"/>
                <w:sz w:val="24"/>
              </w:rPr>
              <w:t>填表日期：</w:t>
            </w:r>
            <w:r w:rsidR="008944A7">
              <w:rPr>
                <w:rFonts w:eastAsia="楷体_GB2312" w:hint="eastAsia"/>
                <w:kern w:val="0"/>
                <w:sz w:val="24"/>
              </w:rPr>
              <w:t xml:space="preserve"> </w:t>
            </w:r>
            <w:r w:rsidR="008944A7">
              <w:rPr>
                <w:rFonts w:eastAsia="楷体_GB2312"/>
                <w:kern w:val="0"/>
                <w:sz w:val="24"/>
              </w:rPr>
              <w:t xml:space="preserve">    </w:t>
            </w:r>
            <w:r w:rsidRPr="003E4910">
              <w:rPr>
                <w:rFonts w:eastAsia="楷体_GB2312"/>
                <w:kern w:val="0"/>
                <w:sz w:val="24"/>
              </w:rPr>
              <w:t>年</w:t>
            </w:r>
            <w:r w:rsidR="008944A7">
              <w:rPr>
                <w:rFonts w:eastAsia="楷体_GB2312" w:hint="eastAsia"/>
                <w:kern w:val="0"/>
                <w:sz w:val="24"/>
              </w:rPr>
              <w:t xml:space="preserve"> </w:t>
            </w:r>
            <w:r w:rsidR="008944A7">
              <w:rPr>
                <w:rFonts w:eastAsia="楷体_GB2312"/>
                <w:kern w:val="0"/>
                <w:sz w:val="24"/>
              </w:rPr>
              <w:t xml:space="preserve">  </w:t>
            </w:r>
            <w:r w:rsidRPr="003E4910">
              <w:rPr>
                <w:rFonts w:eastAsia="楷体_GB2312"/>
                <w:kern w:val="0"/>
                <w:sz w:val="24"/>
              </w:rPr>
              <w:t>月</w:t>
            </w:r>
            <w:r w:rsidR="008944A7">
              <w:rPr>
                <w:rFonts w:eastAsia="楷体_GB2312" w:hint="eastAsia"/>
                <w:kern w:val="0"/>
                <w:sz w:val="24"/>
              </w:rPr>
              <w:t xml:space="preserve"> </w:t>
            </w:r>
            <w:r w:rsidR="008944A7">
              <w:rPr>
                <w:rFonts w:eastAsia="楷体_GB2312"/>
                <w:kern w:val="0"/>
                <w:sz w:val="24"/>
              </w:rPr>
              <w:t xml:space="preserve">  </w:t>
            </w:r>
            <w:r w:rsidRPr="003E4910">
              <w:rPr>
                <w:rFonts w:eastAsia="楷体_GB2312"/>
                <w:kern w:val="0"/>
                <w:sz w:val="24"/>
              </w:rPr>
              <w:t>日</w:t>
            </w:r>
          </w:p>
        </w:tc>
      </w:tr>
      <w:tr w:rsidR="00D92453" w:rsidRPr="003E4910" w14:paraId="12E066CD" w14:textId="77777777" w:rsidTr="00AF0607">
        <w:trPr>
          <w:trHeight w:val="475"/>
        </w:trPr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261C" w14:textId="5E89A0CB" w:rsidR="00D92453" w:rsidRPr="003E4910" w:rsidRDefault="00D92453" w:rsidP="00AF060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 w:hint="eastAsia"/>
                <w:kern w:val="0"/>
                <w:sz w:val="24"/>
              </w:rPr>
              <w:t>宿舍长信息</w:t>
            </w:r>
          </w:p>
        </w:tc>
        <w:tc>
          <w:tcPr>
            <w:tcW w:w="7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4FC7" w14:textId="77777777" w:rsidR="0097419F" w:rsidRDefault="00D92453" w:rsidP="00D92453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姓名：</w:t>
            </w:r>
            <w:r w:rsidRPr="003E4910">
              <w:rPr>
                <w:rFonts w:eastAsia="楷体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eastAsia="楷体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eastAsia="楷体_GB2312"/>
                <w:kern w:val="0"/>
                <w:sz w:val="24"/>
              </w:rPr>
              <w:t xml:space="preserve">         </w:t>
            </w:r>
            <w:r w:rsidRPr="003E4910">
              <w:rPr>
                <w:rFonts w:eastAsia="楷体_GB2312"/>
                <w:kern w:val="0"/>
                <w:sz w:val="24"/>
              </w:rPr>
              <w:t>电话：</w:t>
            </w:r>
            <w:r w:rsidRPr="003E4910">
              <w:rPr>
                <w:rFonts w:eastAsia="楷体_GB2312"/>
                <w:kern w:val="0"/>
                <w:sz w:val="24"/>
                <w:u w:val="single"/>
              </w:rPr>
              <w:t xml:space="preserve">        </w:t>
            </w:r>
            <w:r>
              <w:rPr>
                <w:rFonts w:eastAsia="楷体_GB2312"/>
                <w:kern w:val="0"/>
                <w:sz w:val="24"/>
                <w:u w:val="single"/>
              </w:rPr>
              <w:t xml:space="preserve">  </w:t>
            </w:r>
            <w:r w:rsidR="00AF0607">
              <w:rPr>
                <w:rFonts w:eastAsia="楷体_GB2312"/>
                <w:kern w:val="0"/>
                <w:sz w:val="24"/>
                <w:u w:val="single"/>
              </w:rPr>
              <w:t>____</w:t>
            </w:r>
            <w:r>
              <w:rPr>
                <w:rFonts w:eastAsia="楷体_GB2312"/>
                <w:kern w:val="0"/>
                <w:sz w:val="24"/>
              </w:rPr>
              <w:t xml:space="preserve">        </w:t>
            </w:r>
          </w:p>
          <w:p w14:paraId="02BC74FB" w14:textId="2BE562F7" w:rsidR="00D92453" w:rsidRPr="003E4910" w:rsidRDefault="0097419F" w:rsidP="00D92453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 w:hint="eastAsia"/>
                <w:kern w:val="0"/>
                <w:sz w:val="24"/>
              </w:rPr>
              <w:t>电子邮箱</w:t>
            </w:r>
            <w:r w:rsidR="00D92453" w:rsidRPr="003E4910">
              <w:rPr>
                <w:rFonts w:eastAsia="楷体_GB2312"/>
                <w:kern w:val="0"/>
                <w:sz w:val="24"/>
              </w:rPr>
              <w:t>：</w:t>
            </w:r>
            <w:r>
              <w:rPr>
                <w:rFonts w:eastAsia="楷体_GB2312" w:hint="eastAsia"/>
                <w:kern w:val="0"/>
                <w:sz w:val="24"/>
              </w:rPr>
              <w:t>_</w:t>
            </w:r>
            <w:r>
              <w:rPr>
                <w:rFonts w:eastAsia="楷体_GB2312"/>
                <w:kern w:val="0"/>
                <w:sz w:val="24"/>
              </w:rPr>
              <w:t>_________________________</w:t>
            </w:r>
          </w:p>
        </w:tc>
      </w:tr>
      <w:tr w:rsidR="00C95669" w:rsidRPr="003E4910" w14:paraId="27C80B6F" w14:textId="77777777" w:rsidTr="00830C6F">
        <w:trPr>
          <w:trHeight w:val="840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480FE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  <w:u w:val="single"/>
              </w:rPr>
              <w:t xml:space="preserve">       </w:t>
            </w:r>
            <w:r w:rsidRPr="003E4910">
              <w:rPr>
                <w:rFonts w:eastAsia="楷体_GB2312"/>
                <w:kern w:val="0"/>
                <w:sz w:val="24"/>
              </w:rPr>
              <w:t>校区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57BCD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宿舍号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7DE6" w14:textId="77777777" w:rsidR="00937257" w:rsidRDefault="00C95669" w:rsidP="00340D73">
            <w:pPr>
              <w:widowControl/>
              <w:spacing w:line="400" w:lineRule="exact"/>
              <w:ind w:firstLineChars="100" w:firstLine="240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  <w:u w:val="single"/>
              </w:rPr>
              <w:t xml:space="preserve">        </w:t>
            </w:r>
            <w:r w:rsidRPr="003E4910">
              <w:rPr>
                <w:rFonts w:eastAsia="楷体_GB2312"/>
                <w:kern w:val="0"/>
                <w:sz w:val="24"/>
              </w:rPr>
              <w:t>栋</w:t>
            </w:r>
          </w:p>
          <w:p w14:paraId="0E58E4D8" w14:textId="28F5E08E" w:rsidR="00C95669" w:rsidRPr="003E4910" w:rsidRDefault="00C95669" w:rsidP="00340D73">
            <w:pPr>
              <w:widowControl/>
              <w:spacing w:line="400" w:lineRule="exact"/>
              <w:ind w:firstLineChars="100" w:firstLine="240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  <w:u w:val="single"/>
              </w:rPr>
              <w:t xml:space="preserve">        </w:t>
            </w:r>
            <w:r w:rsidRPr="003E4910">
              <w:rPr>
                <w:rFonts w:eastAsia="楷体_GB2312"/>
                <w:kern w:val="0"/>
                <w:sz w:val="24"/>
              </w:rPr>
              <w:t>室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FE606" w14:textId="77777777" w:rsidR="00C95669" w:rsidRPr="003E4910" w:rsidRDefault="00C95669" w:rsidP="00340D73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宿舍</w:t>
            </w:r>
          </w:p>
          <w:p w14:paraId="2B382675" w14:textId="77777777" w:rsidR="00C95669" w:rsidRPr="003E4910" w:rsidRDefault="00C95669" w:rsidP="00340D73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总人数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82BC7" w14:textId="5AA28B8E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43089" w14:textId="77777777" w:rsidR="00C95669" w:rsidRPr="003E4910" w:rsidRDefault="00C95669" w:rsidP="00340D73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宿舍</w:t>
            </w:r>
          </w:p>
          <w:p w14:paraId="6B66B6EF" w14:textId="77777777" w:rsidR="00C95669" w:rsidRPr="003E4910" w:rsidRDefault="00C95669" w:rsidP="00340D73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类别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CD62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□</w:t>
            </w:r>
            <w:r w:rsidRPr="003E4910">
              <w:rPr>
                <w:rFonts w:eastAsia="楷体_GB2312"/>
                <w:kern w:val="0"/>
                <w:sz w:val="24"/>
              </w:rPr>
              <w:t>男</w:t>
            </w:r>
            <w:r w:rsidRPr="003E4910">
              <w:rPr>
                <w:rFonts w:eastAsia="楷体_GB2312"/>
                <w:kern w:val="0"/>
                <w:sz w:val="24"/>
              </w:rPr>
              <w:t xml:space="preserve">   □</w:t>
            </w:r>
            <w:r w:rsidRPr="003E4910">
              <w:rPr>
                <w:rFonts w:eastAsia="楷体_GB2312"/>
                <w:kern w:val="0"/>
                <w:sz w:val="24"/>
              </w:rPr>
              <w:t>女</w:t>
            </w:r>
          </w:p>
        </w:tc>
      </w:tr>
      <w:tr w:rsidR="007E6FA7" w:rsidRPr="003E4910" w14:paraId="7ECBCD04" w14:textId="77777777" w:rsidTr="00830C6F">
        <w:trPr>
          <w:trHeight w:val="585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6B6B34" w14:textId="77777777" w:rsidR="007E6FA7" w:rsidRPr="003E4910" w:rsidRDefault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宿舍</w:t>
            </w:r>
          </w:p>
          <w:p w14:paraId="73FC8779" w14:textId="77777777" w:rsidR="007E6FA7" w:rsidRPr="003E4910" w:rsidRDefault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成员</w:t>
            </w:r>
          </w:p>
          <w:p w14:paraId="39E62824" w14:textId="77777777" w:rsidR="007E6FA7" w:rsidRPr="003E4910" w:rsidRDefault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基本</w:t>
            </w:r>
          </w:p>
          <w:p w14:paraId="4D9EB83B" w14:textId="77777777" w:rsidR="007E6FA7" w:rsidRPr="003E4910" w:rsidRDefault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情况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9064" w14:textId="77777777" w:rsidR="007E6FA7" w:rsidRPr="003E4910" w:rsidRDefault="007E6FA7" w:rsidP="00A0110D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序号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627D2" w14:textId="77777777" w:rsidR="007E6FA7" w:rsidRPr="003E4910" w:rsidRDefault="007E6FA7" w:rsidP="00A0110D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姓名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D76E7" w14:textId="187099B0" w:rsidR="007E6FA7" w:rsidRPr="003E4910" w:rsidRDefault="007E6FA7" w:rsidP="00A0110D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 w:hint="eastAsia"/>
                <w:kern w:val="0"/>
                <w:sz w:val="24"/>
              </w:rPr>
              <w:t>学号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746EC" w14:textId="32C4A711" w:rsidR="007E6FA7" w:rsidRPr="003E4910" w:rsidRDefault="007E6FA7" w:rsidP="00A0110D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职务</w:t>
            </w: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89EC1" w14:textId="00FAE91D" w:rsidR="007E6FA7" w:rsidRPr="003E4910" w:rsidRDefault="007E6FA7" w:rsidP="00A0110D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政治</w:t>
            </w:r>
            <w:r w:rsidRPr="003E4910">
              <w:rPr>
                <w:rFonts w:eastAsia="楷体_GB2312"/>
                <w:kern w:val="0"/>
                <w:sz w:val="24"/>
              </w:rPr>
              <w:t xml:space="preserve">                                               </w:t>
            </w:r>
            <w:r w:rsidRPr="003E4910">
              <w:rPr>
                <w:rFonts w:eastAsia="楷体_GB2312"/>
                <w:kern w:val="0"/>
                <w:sz w:val="24"/>
              </w:rPr>
              <w:t>面貌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F35D8" w14:textId="60BC9876" w:rsidR="007E6FA7" w:rsidRPr="003E4910" w:rsidRDefault="007E6FA7" w:rsidP="00A0110D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BE13A8">
              <w:rPr>
                <w:rFonts w:eastAsia="楷体_GB2312" w:hint="eastAsia"/>
                <w:kern w:val="0"/>
                <w:sz w:val="24"/>
              </w:rPr>
              <w:t>体质测试成绩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5D1703D" w14:textId="77777777" w:rsidR="007E6FA7" w:rsidRPr="003E4910" w:rsidRDefault="007E6FA7" w:rsidP="00A0110D">
            <w:pPr>
              <w:widowControl/>
              <w:spacing w:line="400" w:lineRule="exact"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获奖情况</w:t>
            </w:r>
          </w:p>
        </w:tc>
      </w:tr>
      <w:tr w:rsidR="007E6FA7" w:rsidRPr="003E4910" w14:paraId="6EDD9AE9" w14:textId="77777777" w:rsidTr="00830C6F">
        <w:trPr>
          <w:trHeight w:val="454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51234" w14:textId="77777777" w:rsidR="007E6FA7" w:rsidRPr="003E4910" w:rsidRDefault="007E6FA7" w:rsidP="007E6FA7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498D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A9F62" w14:textId="36101B8F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AAF9B" w14:textId="2C4033CD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F9A90" w14:textId="25F0F220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舍长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94FB4" w14:textId="36583D6F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39632" w14:textId="56359701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759B8F" w14:textId="0AAE6CF2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7E6FA7" w:rsidRPr="003E4910" w14:paraId="063636FB" w14:textId="77777777" w:rsidTr="00830C6F">
        <w:trPr>
          <w:trHeight w:val="454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CC4F2" w14:textId="77777777" w:rsidR="007E6FA7" w:rsidRPr="003E4910" w:rsidRDefault="007E6FA7" w:rsidP="007E6FA7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4BC3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33521" w14:textId="22FE1FDB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38C27" w14:textId="7E114D7A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466BF" w14:textId="1F5F3E64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成员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6782A" w14:textId="7239ABC1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CC7BD" w14:textId="60EEE83D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A76763" w14:textId="60963796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7E6FA7" w:rsidRPr="003E4910" w14:paraId="04008DA4" w14:textId="77777777" w:rsidTr="00830C6F">
        <w:trPr>
          <w:trHeight w:val="454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7F1E1" w14:textId="77777777" w:rsidR="007E6FA7" w:rsidRPr="003E4910" w:rsidRDefault="007E6FA7" w:rsidP="007E6FA7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3582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7DDD" w14:textId="0A18E569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8528A" w14:textId="78D62C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34071" w14:textId="2785769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成员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BED64" w14:textId="297F028D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EF3F7" w14:textId="4850550F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0A20E05" w14:textId="7DDF4DC1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7E6FA7" w:rsidRPr="003E4910" w14:paraId="62E4E0BD" w14:textId="77777777" w:rsidTr="00830C6F">
        <w:trPr>
          <w:trHeight w:val="454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68C6B" w14:textId="77777777" w:rsidR="007E6FA7" w:rsidRPr="003E4910" w:rsidRDefault="007E6FA7" w:rsidP="007E6FA7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56B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DADD3" w14:textId="7825A03E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34C03" w14:textId="4B74C7D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7E986" w14:textId="462344D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成员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6C31A" w14:textId="0891A362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7504" w14:textId="4CDC05AD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30F99E" w14:textId="7AB6E443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7E6FA7" w:rsidRPr="003E4910" w14:paraId="70B45940" w14:textId="77777777" w:rsidTr="00830C6F">
        <w:trPr>
          <w:trHeight w:val="454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EE9C1" w14:textId="77777777" w:rsidR="007E6FA7" w:rsidRPr="003E4910" w:rsidRDefault="007E6FA7" w:rsidP="007E6FA7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4425" w14:textId="5E0BF53E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 w:hint="eastAsia"/>
                <w:kern w:val="0"/>
                <w:sz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4E74E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A6717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1A955" w14:textId="5214B89B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成员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A02C3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8C75C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A4EA11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7E6FA7" w:rsidRPr="003E4910" w14:paraId="27F94E51" w14:textId="77777777" w:rsidTr="00830C6F">
        <w:trPr>
          <w:trHeight w:val="454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77260" w14:textId="77777777" w:rsidR="007E6FA7" w:rsidRPr="003E4910" w:rsidRDefault="007E6FA7" w:rsidP="007E6FA7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B6AC" w14:textId="0BCC21C5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 w:hint="eastAsia"/>
                <w:kern w:val="0"/>
                <w:sz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BD09A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EA858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D104F" w14:textId="7FFAFD9A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成员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78675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E1597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FF0896" w14:textId="77777777" w:rsidR="007E6FA7" w:rsidRPr="003E4910" w:rsidRDefault="007E6FA7" w:rsidP="007E6FA7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C95669" w:rsidRPr="003E4910" w14:paraId="2A12AFFC" w14:textId="77777777" w:rsidTr="004F1B5F">
        <w:trPr>
          <w:trHeight w:val="780"/>
        </w:trPr>
        <w:tc>
          <w:tcPr>
            <w:tcW w:w="3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B16E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学习成绩优良率</w:t>
            </w:r>
          </w:p>
          <w:p w14:paraId="2C779CBC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（由院系审核）</w:t>
            </w:r>
          </w:p>
        </w:tc>
        <w:tc>
          <w:tcPr>
            <w:tcW w:w="62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3C4A5A0" w14:textId="4E18FAEC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C95669" w:rsidRPr="003E4910" w14:paraId="3203ADAE" w14:textId="77777777" w:rsidTr="004F1B5F">
        <w:trPr>
          <w:trHeight w:val="622"/>
        </w:trPr>
        <w:tc>
          <w:tcPr>
            <w:tcW w:w="3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C91F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宿舍成员有无受过</w:t>
            </w:r>
          </w:p>
          <w:p w14:paraId="099D6C34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纪律处分或通报批评</w:t>
            </w:r>
          </w:p>
        </w:tc>
        <w:tc>
          <w:tcPr>
            <w:tcW w:w="62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69C050" w14:textId="2F5F20A7" w:rsidR="00C95669" w:rsidRPr="003E4910" w:rsidRDefault="00C95669" w:rsidP="003D1A56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4E617C" w:rsidRPr="003E4910" w14:paraId="24B9D041" w14:textId="77777777" w:rsidTr="00AA220A">
        <w:trPr>
          <w:trHeight w:val="510"/>
        </w:trPr>
        <w:tc>
          <w:tcPr>
            <w:tcW w:w="3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97EE4" w14:textId="3BCA3236" w:rsidR="004E617C" w:rsidRPr="003E4910" w:rsidRDefault="004379E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 w:hint="eastAsia"/>
                <w:kern w:val="0"/>
                <w:sz w:val="24"/>
              </w:rPr>
              <w:t>有无宿舍长制</w:t>
            </w:r>
          </w:p>
        </w:tc>
        <w:tc>
          <w:tcPr>
            <w:tcW w:w="3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C5BCE1" w14:textId="212B6A2E" w:rsidR="004E617C" w:rsidRPr="003E4910" w:rsidRDefault="004379E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□</w:t>
            </w:r>
            <w:r w:rsidRPr="003E4910">
              <w:rPr>
                <w:rFonts w:eastAsia="楷体_GB2312"/>
                <w:kern w:val="0"/>
                <w:sz w:val="24"/>
              </w:rPr>
              <w:t>有</w:t>
            </w:r>
            <w:r>
              <w:rPr>
                <w:rFonts w:eastAsia="楷体_GB2312" w:hint="eastAsia"/>
                <w:kern w:val="0"/>
                <w:sz w:val="24"/>
              </w:rPr>
              <w:t xml:space="preserve"> </w:t>
            </w:r>
            <w:r>
              <w:rPr>
                <w:rFonts w:eastAsia="楷体_GB2312"/>
                <w:kern w:val="0"/>
                <w:sz w:val="24"/>
              </w:rPr>
              <w:t xml:space="preserve">          </w:t>
            </w:r>
            <w:r w:rsidRPr="003E4910">
              <w:rPr>
                <w:rFonts w:eastAsia="楷体_GB2312"/>
                <w:kern w:val="0"/>
                <w:sz w:val="24"/>
              </w:rPr>
              <w:t>□</w:t>
            </w:r>
            <w:r w:rsidRPr="003E4910">
              <w:rPr>
                <w:rFonts w:eastAsia="楷体_GB2312"/>
                <w:kern w:val="0"/>
                <w:sz w:val="24"/>
              </w:rPr>
              <w:t>无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BEBEB96" w14:textId="36B4C20A" w:rsidR="004E617C" w:rsidRPr="003E4910" w:rsidRDefault="004379E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建立时间</w:t>
            </w:r>
            <w:r w:rsidRPr="003E4910">
              <w:rPr>
                <w:rFonts w:eastAsia="楷体_GB2312"/>
                <w:kern w:val="0"/>
                <w:sz w:val="24"/>
              </w:rPr>
              <w:t>:</w:t>
            </w:r>
          </w:p>
        </w:tc>
      </w:tr>
      <w:tr w:rsidR="00C95669" w:rsidRPr="003E4910" w14:paraId="3E593276" w14:textId="77777777" w:rsidTr="00AA220A">
        <w:trPr>
          <w:trHeight w:val="510"/>
        </w:trPr>
        <w:tc>
          <w:tcPr>
            <w:tcW w:w="3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C646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有无宿舍公约</w:t>
            </w:r>
          </w:p>
        </w:tc>
        <w:tc>
          <w:tcPr>
            <w:tcW w:w="3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055202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□</w:t>
            </w:r>
            <w:r w:rsidRPr="003E4910">
              <w:rPr>
                <w:rFonts w:eastAsia="楷体_GB2312"/>
                <w:kern w:val="0"/>
                <w:sz w:val="24"/>
              </w:rPr>
              <w:t>有（附公约）</w:t>
            </w:r>
            <w:r w:rsidRPr="003E4910">
              <w:rPr>
                <w:rFonts w:eastAsia="楷体_GB2312"/>
                <w:kern w:val="0"/>
                <w:sz w:val="24"/>
              </w:rPr>
              <w:t xml:space="preserve"> □</w:t>
            </w:r>
            <w:r w:rsidRPr="003E4910">
              <w:rPr>
                <w:rFonts w:eastAsia="楷体_GB2312"/>
                <w:kern w:val="0"/>
                <w:sz w:val="24"/>
              </w:rPr>
              <w:t>无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27E3C1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建立时间</w:t>
            </w:r>
            <w:r w:rsidRPr="003E4910">
              <w:rPr>
                <w:rFonts w:eastAsia="楷体_GB2312"/>
                <w:kern w:val="0"/>
                <w:sz w:val="24"/>
              </w:rPr>
              <w:t>:</w:t>
            </w:r>
          </w:p>
        </w:tc>
      </w:tr>
      <w:tr w:rsidR="004F1B5F" w:rsidRPr="003E4910" w14:paraId="3598F88A" w14:textId="77777777" w:rsidTr="00AA220A">
        <w:trPr>
          <w:trHeight w:val="510"/>
        </w:trPr>
        <w:tc>
          <w:tcPr>
            <w:tcW w:w="3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BC7F8" w14:textId="7B8064BB" w:rsidR="004F1B5F" w:rsidRPr="003E4910" w:rsidRDefault="006D647E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 w:hint="eastAsia"/>
                <w:kern w:val="0"/>
                <w:sz w:val="24"/>
              </w:rPr>
              <w:t>有无</w:t>
            </w:r>
            <w:r w:rsidR="004F1B5F" w:rsidRPr="004F1B5F">
              <w:rPr>
                <w:rFonts w:eastAsia="楷体_GB2312" w:hint="eastAsia"/>
                <w:kern w:val="0"/>
                <w:sz w:val="24"/>
              </w:rPr>
              <w:t>恶意欠缴住宿费</w:t>
            </w:r>
            <w:r w:rsidR="004F1B5F">
              <w:rPr>
                <w:rFonts w:eastAsia="楷体_GB2312" w:hint="eastAsia"/>
                <w:kern w:val="0"/>
                <w:sz w:val="24"/>
              </w:rPr>
              <w:t>、</w:t>
            </w:r>
            <w:r w:rsidR="004F1B5F" w:rsidRPr="004F1B5F">
              <w:rPr>
                <w:rFonts w:eastAsia="楷体_GB2312" w:hint="eastAsia"/>
                <w:kern w:val="0"/>
                <w:sz w:val="24"/>
              </w:rPr>
              <w:t>水电费情况</w:t>
            </w:r>
          </w:p>
        </w:tc>
        <w:tc>
          <w:tcPr>
            <w:tcW w:w="3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A33022" w14:textId="6434E8D5" w:rsidR="004F1B5F" w:rsidRPr="003E4910" w:rsidRDefault="004F1B5F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□</w:t>
            </w:r>
            <w:r w:rsidRPr="003E4910">
              <w:rPr>
                <w:rFonts w:eastAsia="楷体_GB2312"/>
                <w:kern w:val="0"/>
                <w:sz w:val="24"/>
              </w:rPr>
              <w:t>有</w:t>
            </w:r>
            <w:r>
              <w:rPr>
                <w:rFonts w:eastAsia="楷体_GB2312" w:hint="eastAsia"/>
                <w:kern w:val="0"/>
                <w:sz w:val="24"/>
              </w:rPr>
              <w:t xml:space="preserve"> </w:t>
            </w:r>
            <w:r>
              <w:rPr>
                <w:rFonts w:eastAsia="楷体_GB2312"/>
                <w:kern w:val="0"/>
                <w:sz w:val="24"/>
              </w:rPr>
              <w:t xml:space="preserve">          </w:t>
            </w:r>
            <w:r w:rsidRPr="003E4910">
              <w:rPr>
                <w:rFonts w:eastAsia="楷体_GB2312"/>
                <w:kern w:val="0"/>
                <w:sz w:val="24"/>
              </w:rPr>
              <w:t>□</w:t>
            </w:r>
            <w:r w:rsidRPr="003E4910">
              <w:rPr>
                <w:rFonts w:eastAsia="楷体_GB2312"/>
                <w:kern w:val="0"/>
                <w:sz w:val="24"/>
              </w:rPr>
              <w:t>无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17A8DA6" w14:textId="0D091EB1" w:rsidR="004F1B5F" w:rsidRPr="003E4910" w:rsidRDefault="004F1B5F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 w:hint="eastAsia"/>
                <w:kern w:val="0"/>
                <w:sz w:val="24"/>
              </w:rPr>
              <w:t>欠费</w:t>
            </w:r>
            <w:r w:rsidRPr="003E4910">
              <w:rPr>
                <w:rFonts w:eastAsia="楷体_GB2312"/>
                <w:kern w:val="0"/>
                <w:sz w:val="24"/>
              </w:rPr>
              <w:t>金额</w:t>
            </w:r>
            <w:r>
              <w:rPr>
                <w:rFonts w:eastAsia="楷体_GB2312" w:hint="eastAsia"/>
                <w:kern w:val="0"/>
                <w:sz w:val="24"/>
              </w:rPr>
              <w:t>：</w:t>
            </w:r>
          </w:p>
        </w:tc>
      </w:tr>
      <w:tr w:rsidR="00C95669" w:rsidRPr="003E4910" w14:paraId="12C776A8" w14:textId="77777777" w:rsidTr="00830C6F">
        <w:trPr>
          <w:trHeight w:val="454"/>
        </w:trPr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00E1D7F" w14:textId="77777777" w:rsidR="004F1B5F" w:rsidRPr="003E4910" w:rsidRDefault="00C95669" w:rsidP="004F1B5F">
            <w:pPr>
              <w:widowControl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宿舍</w:t>
            </w:r>
            <w:r w:rsidR="000F70FD" w:rsidRPr="000F70FD">
              <w:rPr>
                <w:rFonts w:eastAsia="楷体_GB2312" w:hint="eastAsia"/>
                <w:kern w:val="0"/>
                <w:sz w:val="24"/>
              </w:rPr>
              <w:t xml:space="preserve"> </w:t>
            </w:r>
            <w:r w:rsidR="000F70FD" w:rsidRPr="000F70FD">
              <w:rPr>
                <w:rFonts w:eastAsia="楷体_GB2312" w:hint="eastAsia"/>
                <w:kern w:val="0"/>
                <w:sz w:val="24"/>
              </w:rPr>
              <w:t>“五个共同”活动</w:t>
            </w:r>
            <w:r w:rsidR="000F70FD">
              <w:rPr>
                <w:rFonts w:eastAsia="楷体_GB2312" w:hint="eastAsia"/>
                <w:kern w:val="0"/>
                <w:sz w:val="24"/>
              </w:rPr>
              <w:t>以及其他</w:t>
            </w:r>
            <w:r w:rsidR="003F1EB0">
              <w:rPr>
                <w:rFonts w:eastAsia="楷体_GB2312" w:hint="eastAsia"/>
                <w:kern w:val="0"/>
                <w:sz w:val="24"/>
              </w:rPr>
              <w:t>(</w:t>
            </w:r>
            <w:r w:rsidR="003F1EB0">
              <w:rPr>
                <w:rFonts w:eastAsia="楷体_GB2312" w:hint="eastAsia"/>
                <w:kern w:val="0"/>
                <w:sz w:val="24"/>
              </w:rPr>
              <w:t>特色</w:t>
            </w:r>
            <w:r w:rsidR="003F1EB0">
              <w:rPr>
                <w:rFonts w:eastAsia="楷体_GB2312"/>
                <w:kern w:val="0"/>
                <w:sz w:val="24"/>
              </w:rPr>
              <w:t>)</w:t>
            </w:r>
            <w:r w:rsidR="000F70FD">
              <w:rPr>
                <w:rFonts w:eastAsia="楷体_GB2312" w:hint="eastAsia"/>
                <w:kern w:val="0"/>
                <w:sz w:val="24"/>
              </w:rPr>
              <w:t>活动的</w:t>
            </w:r>
            <w:r w:rsidR="000F70FD" w:rsidRPr="000F70FD">
              <w:rPr>
                <w:rFonts w:eastAsia="楷体_GB2312" w:hint="eastAsia"/>
                <w:kern w:val="0"/>
                <w:sz w:val="24"/>
              </w:rPr>
              <w:t>开展</w:t>
            </w:r>
            <w:r w:rsidR="000F70FD">
              <w:rPr>
                <w:rFonts w:eastAsia="楷体_GB2312" w:hint="eastAsia"/>
                <w:kern w:val="0"/>
                <w:sz w:val="24"/>
              </w:rPr>
              <w:t>情况</w:t>
            </w:r>
            <w:r w:rsidR="004F1B5F" w:rsidRPr="004F1B5F">
              <w:rPr>
                <w:rFonts w:eastAsia="楷体_GB2312" w:hint="eastAsia"/>
                <w:kern w:val="0"/>
                <w:sz w:val="24"/>
              </w:rPr>
              <w:t>（可附页）</w:t>
            </w:r>
          </w:p>
          <w:p w14:paraId="7EF1C06A" w14:textId="15F8ACE9" w:rsidR="00C95669" w:rsidRPr="003E4910" w:rsidRDefault="00C95669">
            <w:pPr>
              <w:widowControl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6FA3C3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时间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A300E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地点</w:t>
            </w:r>
          </w:p>
        </w:tc>
        <w:tc>
          <w:tcPr>
            <w:tcW w:w="46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42561D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主要内容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EE65E2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参</w:t>
            </w:r>
            <w:r w:rsidRPr="006D6D0D">
              <w:rPr>
                <w:rFonts w:eastAsia="楷体_GB2312"/>
                <w:kern w:val="0"/>
                <w:sz w:val="24"/>
              </w:rPr>
              <w:t>加人</w:t>
            </w:r>
            <w:r w:rsidRPr="003E4910">
              <w:rPr>
                <w:rFonts w:eastAsia="楷体_GB2312"/>
                <w:kern w:val="0"/>
                <w:sz w:val="24"/>
              </w:rPr>
              <w:t>数</w:t>
            </w:r>
          </w:p>
        </w:tc>
      </w:tr>
      <w:tr w:rsidR="00C95669" w:rsidRPr="003E4910" w14:paraId="139A740D" w14:textId="77777777" w:rsidTr="00830C6F">
        <w:trPr>
          <w:trHeight w:val="454"/>
        </w:trPr>
        <w:tc>
          <w:tcPr>
            <w:tcW w:w="1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91FBF8F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9117" w14:textId="5AE00158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E56A" w14:textId="77777777" w:rsidR="00C95669" w:rsidRPr="003E4910" w:rsidRDefault="00C95669">
            <w:pPr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E6FB" w14:textId="77777777" w:rsidR="00C95669" w:rsidRPr="003E4910" w:rsidRDefault="00C95669">
            <w:pPr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EBFE" w14:textId="2E47B19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C95669" w:rsidRPr="003E4910" w14:paraId="06CED4A9" w14:textId="77777777" w:rsidTr="00830C6F">
        <w:trPr>
          <w:trHeight w:val="454"/>
        </w:trPr>
        <w:tc>
          <w:tcPr>
            <w:tcW w:w="1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762C51B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60FF" w14:textId="5EA0654F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D55A" w14:textId="77777777" w:rsidR="00C95669" w:rsidRPr="003E4910" w:rsidRDefault="00C95669">
            <w:pPr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B8CE" w14:textId="77777777" w:rsidR="00C95669" w:rsidRPr="003E4910" w:rsidRDefault="00C95669">
            <w:pPr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B23E" w14:textId="0F74B351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C95669" w:rsidRPr="003E4910" w14:paraId="5B370F35" w14:textId="77777777" w:rsidTr="00830C6F">
        <w:trPr>
          <w:trHeight w:val="454"/>
        </w:trPr>
        <w:tc>
          <w:tcPr>
            <w:tcW w:w="1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7C10CAB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DB94" w14:textId="4A5B6775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A656" w14:textId="77777777" w:rsidR="00C95669" w:rsidRPr="003E4910" w:rsidRDefault="00C95669">
            <w:pPr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2ED2" w14:textId="77777777" w:rsidR="00C95669" w:rsidRPr="003E4910" w:rsidRDefault="00C95669">
            <w:pPr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189D" w14:textId="0B0FEC84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C95669" w:rsidRPr="003E4910" w14:paraId="2D9C17A0" w14:textId="77777777" w:rsidTr="00830C6F">
        <w:trPr>
          <w:trHeight w:val="454"/>
        </w:trPr>
        <w:tc>
          <w:tcPr>
            <w:tcW w:w="1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A4F4BBA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18DA" w14:textId="2F9CD29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4DD3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370B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A553" w14:textId="7CF13F5E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C95669" w:rsidRPr="003E4910" w14:paraId="2FB6E226" w14:textId="77777777" w:rsidTr="00830C6F">
        <w:trPr>
          <w:trHeight w:val="454"/>
        </w:trPr>
        <w:tc>
          <w:tcPr>
            <w:tcW w:w="1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84330FC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27EA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F2DB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93E7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BE50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C95669" w:rsidRPr="003E4910" w14:paraId="30401886" w14:textId="77777777" w:rsidTr="00830C6F">
        <w:trPr>
          <w:trHeight w:val="454"/>
        </w:trPr>
        <w:tc>
          <w:tcPr>
            <w:tcW w:w="1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60E929D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5D76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5C32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CC52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3DAD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</w:p>
        </w:tc>
      </w:tr>
      <w:tr w:rsidR="00C95669" w:rsidRPr="003E4910" w14:paraId="0E35288C" w14:textId="77777777" w:rsidTr="00830C6F">
        <w:trPr>
          <w:trHeight w:val="454"/>
        </w:trPr>
        <w:tc>
          <w:tcPr>
            <w:tcW w:w="1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F99E21" w14:textId="77777777" w:rsidR="00C95669" w:rsidRPr="003E4910" w:rsidRDefault="00C95669">
            <w:pPr>
              <w:widowControl/>
              <w:jc w:val="left"/>
              <w:rPr>
                <w:rFonts w:eastAsia="楷体_GB2312"/>
                <w:kern w:val="0"/>
                <w:sz w:val="24"/>
              </w:rPr>
            </w:pPr>
          </w:p>
        </w:tc>
        <w:tc>
          <w:tcPr>
            <w:tcW w:w="8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1C78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总计开展活动</w:t>
            </w:r>
            <w:r w:rsidRPr="003E4910">
              <w:rPr>
                <w:rFonts w:eastAsia="楷体_GB2312"/>
                <w:kern w:val="0"/>
                <w:sz w:val="24"/>
              </w:rPr>
              <w:t xml:space="preserve">       </w:t>
            </w:r>
            <w:r w:rsidRPr="003E4910">
              <w:rPr>
                <w:rFonts w:eastAsia="楷体_GB2312"/>
                <w:kern w:val="0"/>
                <w:sz w:val="24"/>
              </w:rPr>
              <w:t>次；</w:t>
            </w:r>
            <w:r w:rsidRPr="003E4910">
              <w:rPr>
                <w:rFonts w:eastAsia="楷体_GB2312"/>
                <w:kern w:val="0"/>
                <w:sz w:val="24"/>
              </w:rPr>
              <w:t xml:space="preserve">     </w:t>
            </w:r>
            <w:r w:rsidRPr="003E4910">
              <w:rPr>
                <w:rFonts w:eastAsia="楷体_GB2312"/>
                <w:kern w:val="0"/>
                <w:sz w:val="24"/>
              </w:rPr>
              <w:t>人次参加活动</w:t>
            </w:r>
          </w:p>
        </w:tc>
      </w:tr>
      <w:tr w:rsidR="00C95669" w:rsidRPr="003E4910" w14:paraId="1D9E66DD" w14:textId="77777777" w:rsidTr="00830C6F">
        <w:trPr>
          <w:trHeight w:val="1081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E686" w14:textId="2B7CF9DB" w:rsidR="00C95669" w:rsidRPr="003E4910" w:rsidRDefault="00C95669">
            <w:pPr>
              <w:widowControl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lastRenderedPageBreak/>
              <w:t>宿舍</w:t>
            </w:r>
            <w:r w:rsidR="00102E24">
              <w:rPr>
                <w:rFonts w:eastAsia="楷体_GB2312" w:hint="eastAsia"/>
                <w:kern w:val="0"/>
                <w:sz w:val="24"/>
              </w:rPr>
              <w:t>文化</w:t>
            </w:r>
            <w:r w:rsidRPr="003E4910">
              <w:rPr>
                <w:rFonts w:eastAsia="楷体_GB2312"/>
                <w:kern w:val="0"/>
                <w:sz w:val="24"/>
              </w:rPr>
              <w:t>特色和建设成效</w:t>
            </w:r>
            <w:r w:rsidR="004F1B5F" w:rsidRPr="004F1B5F">
              <w:rPr>
                <w:rFonts w:eastAsia="楷体_GB2312" w:hint="eastAsia"/>
                <w:kern w:val="0"/>
                <w:sz w:val="24"/>
              </w:rPr>
              <w:t>（可附页）</w:t>
            </w:r>
          </w:p>
        </w:tc>
        <w:tc>
          <w:tcPr>
            <w:tcW w:w="8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929E" w14:textId="77777777" w:rsidR="00C95669" w:rsidRPr="003E4910" w:rsidRDefault="00C95669">
            <w:pPr>
              <w:widowControl/>
              <w:ind w:firstLine="480"/>
              <w:rPr>
                <w:rFonts w:eastAsia="楷体_GB2312"/>
                <w:kern w:val="0"/>
                <w:sz w:val="24"/>
              </w:rPr>
            </w:pPr>
          </w:p>
          <w:p w14:paraId="276AC5D7" w14:textId="77777777" w:rsidR="00C95669" w:rsidRPr="003E4910" w:rsidRDefault="00C95669">
            <w:pPr>
              <w:widowControl/>
              <w:ind w:firstLine="480"/>
              <w:rPr>
                <w:rFonts w:eastAsia="楷体_GB2312"/>
                <w:kern w:val="0"/>
                <w:sz w:val="24"/>
              </w:rPr>
            </w:pPr>
          </w:p>
          <w:p w14:paraId="4634881F" w14:textId="77777777" w:rsidR="00C95669" w:rsidRPr="003E4910" w:rsidRDefault="00C95669">
            <w:pPr>
              <w:widowControl/>
              <w:ind w:firstLine="480"/>
              <w:rPr>
                <w:rFonts w:eastAsia="楷体_GB2312"/>
                <w:kern w:val="0"/>
                <w:sz w:val="24"/>
              </w:rPr>
            </w:pPr>
          </w:p>
          <w:p w14:paraId="6856DDE2" w14:textId="77777777" w:rsidR="00C95669" w:rsidRPr="003E4910" w:rsidRDefault="00C95669">
            <w:pPr>
              <w:widowControl/>
              <w:ind w:firstLine="480"/>
              <w:rPr>
                <w:rFonts w:eastAsia="楷体_GB2312"/>
                <w:kern w:val="0"/>
                <w:sz w:val="24"/>
              </w:rPr>
            </w:pPr>
          </w:p>
          <w:p w14:paraId="773AF689" w14:textId="77777777" w:rsidR="00C95669" w:rsidRPr="003E4910" w:rsidRDefault="00C95669" w:rsidP="004F1B5F">
            <w:pPr>
              <w:widowControl/>
              <w:rPr>
                <w:rFonts w:eastAsia="楷体_GB2312"/>
                <w:kern w:val="0"/>
                <w:sz w:val="24"/>
              </w:rPr>
            </w:pPr>
          </w:p>
          <w:p w14:paraId="2C10DA96" w14:textId="587651FB" w:rsidR="00C95669" w:rsidRPr="003E4910" w:rsidRDefault="00C95669">
            <w:pPr>
              <w:widowControl/>
              <w:ind w:firstLine="480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 xml:space="preserve">                                </w:t>
            </w:r>
          </w:p>
        </w:tc>
      </w:tr>
      <w:tr w:rsidR="00C95669" w:rsidRPr="003E4910" w14:paraId="240AD61E" w14:textId="77777777" w:rsidTr="000A7A76">
        <w:trPr>
          <w:trHeight w:val="748"/>
        </w:trPr>
        <w:tc>
          <w:tcPr>
            <w:tcW w:w="100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F2DE" w14:textId="77777777" w:rsidR="00C95669" w:rsidRPr="003E4910" w:rsidRDefault="00C95669">
            <w:pPr>
              <w:widowControl/>
              <w:ind w:firstLine="480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本人保证上述填写记录真实有效，愿承担因不诚信所造成的一切后果！</w:t>
            </w:r>
          </w:p>
          <w:p w14:paraId="175E0C89" w14:textId="77777777" w:rsidR="00C95669" w:rsidRPr="003E4910" w:rsidRDefault="00C95669">
            <w:pPr>
              <w:widowControl/>
              <w:ind w:firstLine="480"/>
              <w:rPr>
                <w:rFonts w:eastAsia="楷体_GB2312"/>
                <w:kern w:val="0"/>
                <w:sz w:val="24"/>
              </w:rPr>
            </w:pPr>
          </w:p>
          <w:p w14:paraId="0E13AE1A" w14:textId="77777777" w:rsidR="00C95669" w:rsidRPr="003E4910" w:rsidRDefault="00C95669">
            <w:pPr>
              <w:widowControl/>
              <w:ind w:firstLine="480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 xml:space="preserve"> </w:t>
            </w:r>
            <w:r w:rsidRPr="003E4910">
              <w:rPr>
                <w:rFonts w:eastAsia="楷体_GB2312"/>
                <w:kern w:val="0"/>
                <w:sz w:val="24"/>
              </w:rPr>
              <w:t>全体舍员签名：</w:t>
            </w:r>
            <w:r w:rsidRPr="003E4910">
              <w:rPr>
                <w:rFonts w:eastAsia="楷体_GB2312"/>
                <w:kern w:val="0"/>
                <w:sz w:val="24"/>
              </w:rPr>
              <w:t xml:space="preserve">                                               </w:t>
            </w:r>
            <w:r w:rsidRPr="003E4910">
              <w:rPr>
                <w:rFonts w:eastAsia="楷体_GB2312"/>
                <w:kern w:val="0"/>
                <w:sz w:val="24"/>
              </w:rPr>
              <w:t>日期：</w:t>
            </w:r>
          </w:p>
        </w:tc>
      </w:tr>
      <w:tr w:rsidR="00C95669" w:rsidRPr="003E4910" w14:paraId="54B77EBE" w14:textId="77777777" w:rsidTr="006259D5">
        <w:trPr>
          <w:trHeight w:val="2461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50A0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 xml:space="preserve">   </w:t>
            </w:r>
            <w:r w:rsidRPr="003E4910">
              <w:rPr>
                <w:rFonts w:eastAsia="楷体_GB2312"/>
                <w:kern w:val="0"/>
                <w:sz w:val="24"/>
              </w:rPr>
              <w:t>院（系）</w:t>
            </w:r>
          </w:p>
          <w:p w14:paraId="45330E86" w14:textId="77777777" w:rsidR="00C95669" w:rsidRPr="003E4910" w:rsidRDefault="00C95669">
            <w:pPr>
              <w:widowControl/>
              <w:jc w:val="center"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意</w:t>
            </w:r>
            <w:r w:rsidRPr="003E4910">
              <w:rPr>
                <w:rFonts w:eastAsia="楷体_GB2312"/>
                <w:kern w:val="0"/>
                <w:sz w:val="24"/>
              </w:rPr>
              <w:t xml:space="preserve"> </w:t>
            </w:r>
            <w:r w:rsidRPr="003E4910">
              <w:rPr>
                <w:rFonts w:eastAsia="楷体_GB2312"/>
                <w:kern w:val="0"/>
                <w:sz w:val="24"/>
              </w:rPr>
              <w:t>见</w:t>
            </w:r>
          </w:p>
        </w:tc>
        <w:tc>
          <w:tcPr>
            <w:tcW w:w="8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0305" w14:textId="77777777" w:rsidR="00C95669" w:rsidRPr="003E4910" w:rsidRDefault="00C95669">
            <w:pPr>
              <w:widowControl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意见：</w:t>
            </w:r>
          </w:p>
          <w:p w14:paraId="7322F624" w14:textId="17A4C9D6" w:rsidR="00C95669" w:rsidRDefault="00C95669">
            <w:pPr>
              <w:widowControl/>
              <w:rPr>
                <w:rFonts w:eastAsia="楷体_GB2312"/>
                <w:kern w:val="0"/>
                <w:sz w:val="24"/>
              </w:rPr>
            </w:pPr>
          </w:p>
          <w:p w14:paraId="27DFC99F" w14:textId="77777777" w:rsidR="00830C6F" w:rsidRPr="003E4910" w:rsidRDefault="00830C6F">
            <w:pPr>
              <w:widowControl/>
              <w:rPr>
                <w:rFonts w:eastAsia="楷体_GB2312"/>
                <w:kern w:val="0"/>
                <w:sz w:val="24"/>
              </w:rPr>
            </w:pPr>
          </w:p>
          <w:p w14:paraId="1F49AEE7" w14:textId="7011EAE5" w:rsidR="00C95669" w:rsidRPr="003E4910" w:rsidRDefault="00C95669">
            <w:pPr>
              <w:widowControl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结论：推荐该宿舍作为</w:t>
            </w:r>
            <w:r w:rsidRPr="003E4910">
              <w:rPr>
                <w:rFonts w:eastAsia="楷体_GB2312"/>
                <w:kern w:val="0"/>
                <w:sz w:val="24"/>
              </w:rPr>
              <w:t xml:space="preserve"> □</w:t>
            </w:r>
            <w:r w:rsidRPr="003E4910">
              <w:rPr>
                <w:rFonts w:eastAsia="楷体_GB2312"/>
                <w:kern w:val="0"/>
                <w:sz w:val="24"/>
              </w:rPr>
              <w:t>文明宿舍。</w:t>
            </w:r>
          </w:p>
          <w:p w14:paraId="68C79614" w14:textId="77777777" w:rsidR="00C95669" w:rsidRPr="003E4910" w:rsidRDefault="00C95669">
            <w:pPr>
              <w:widowControl/>
              <w:rPr>
                <w:rFonts w:eastAsia="楷体_GB2312"/>
                <w:kern w:val="0"/>
                <w:sz w:val="24"/>
              </w:rPr>
            </w:pPr>
          </w:p>
          <w:p w14:paraId="4BD56604" w14:textId="77777777" w:rsidR="00C95669" w:rsidRPr="003E4910" w:rsidRDefault="00C95669">
            <w:pPr>
              <w:widowControl/>
              <w:rPr>
                <w:rFonts w:eastAsia="楷体_GB2312"/>
                <w:kern w:val="0"/>
                <w:sz w:val="24"/>
              </w:rPr>
            </w:pPr>
            <w:r w:rsidRPr="003E4910">
              <w:rPr>
                <w:rFonts w:eastAsia="楷体_GB2312"/>
                <w:kern w:val="0"/>
                <w:sz w:val="24"/>
              </w:rPr>
              <w:t>负责人：</w:t>
            </w:r>
            <w:r w:rsidRPr="003E4910">
              <w:rPr>
                <w:rFonts w:eastAsia="楷体_GB2312"/>
                <w:kern w:val="0"/>
                <w:sz w:val="24"/>
              </w:rPr>
              <w:t xml:space="preserve">               </w:t>
            </w:r>
            <w:r w:rsidRPr="003E4910">
              <w:rPr>
                <w:rFonts w:eastAsia="楷体_GB2312"/>
                <w:kern w:val="0"/>
                <w:sz w:val="24"/>
              </w:rPr>
              <w:t>盖章：</w:t>
            </w:r>
            <w:r w:rsidRPr="003E4910">
              <w:rPr>
                <w:rFonts w:eastAsia="楷体_GB2312"/>
                <w:kern w:val="0"/>
                <w:sz w:val="24"/>
              </w:rPr>
              <w:t xml:space="preserve">                </w:t>
            </w:r>
            <w:r w:rsidRPr="003E4910">
              <w:rPr>
                <w:rFonts w:eastAsia="楷体_GB2312"/>
                <w:kern w:val="0"/>
                <w:sz w:val="24"/>
              </w:rPr>
              <w:t>日期：</w:t>
            </w:r>
          </w:p>
        </w:tc>
      </w:tr>
      <w:tr w:rsidR="00C95669" w:rsidRPr="003E4910" w14:paraId="599327AB" w14:textId="77777777" w:rsidTr="006259D5">
        <w:trPr>
          <w:trHeight w:val="360"/>
        </w:trPr>
        <w:tc>
          <w:tcPr>
            <w:tcW w:w="10097" w:type="dxa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63051" w14:textId="77777777" w:rsidR="000A7A76" w:rsidRPr="003E4910" w:rsidRDefault="000A7A76">
            <w:pPr>
              <w:widowControl/>
              <w:jc w:val="left"/>
              <w:rPr>
                <w:rFonts w:eastAsia="楷体_GB2312"/>
                <w:b/>
                <w:kern w:val="0"/>
                <w:sz w:val="24"/>
              </w:rPr>
            </w:pPr>
          </w:p>
          <w:p w14:paraId="6101B861" w14:textId="77777777" w:rsidR="006D647E" w:rsidRDefault="006D647E">
            <w:pPr>
              <w:widowControl/>
              <w:jc w:val="left"/>
              <w:rPr>
                <w:rFonts w:eastAsia="楷体_GB2312"/>
                <w:b/>
                <w:kern w:val="0"/>
                <w:sz w:val="24"/>
              </w:rPr>
            </w:pPr>
          </w:p>
          <w:p w14:paraId="1CF85F7B" w14:textId="7E0355DB" w:rsidR="00C95669" w:rsidRPr="003E4910" w:rsidRDefault="00C95669" w:rsidP="00485E00">
            <w:pPr>
              <w:widowControl/>
              <w:spacing w:line="360" w:lineRule="exact"/>
              <w:jc w:val="left"/>
              <w:rPr>
                <w:rFonts w:eastAsia="楷体_GB2312"/>
                <w:b/>
                <w:kern w:val="0"/>
                <w:sz w:val="24"/>
              </w:rPr>
            </w:pPr>
            <w:r w:rsidRPr="003E4910">
              <w:rPr>
                <w:rFonts w:eastAsia="楷体_GB2312"/>
                <w:b/>
                <w:kern w:val="0"/>
                <w:sz w:val="24"/>
              </w:rPr>
              <w:t>备注：</w:t>
            </w:r>
          </w:p>
          <w:p w14:paraId="7F73B32B" w14:textId="49A76D4B" w:rsidR="00C95669" w:rsidRPr="00366E12" w:rsidRDefault="00C95669" w:rsidP="00485E00">
            <w:pPr>
              <w:widowControl/>
              <w:spacing w:line="360" w:lineRule="exact"/>
              <w:jc w:val="left"/>
              <w:rPr>
                <w:rFonts w:eastAsia="楷体_GB2312"/>
                <w:b/>
                <w:bCs/>
                <w:kern w:val="0"/>
                <w:szCs w:val="21"/>
              </w:rPr>
            </w:pP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1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、宿舍成员处分情况以及学习成绩统计时间应是前一年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9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月至当年</w:t>
            </w:r>
            <w:r w:rsidR="0022167E">
              <w:rPr>
                <w:rFonts w:eastAsia="楷体_GB2312" w:hint="eastAsia"/>
                <w:b/>
                <w:bCs/>
                <w:kern w:val="0"/>
                <w:szCs w:val="21"/>
              </w:rPr>
              <w:t>4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月。</w:t>
            </w:r>
          </w:p>
          <w:p w14:paraId="2F9676BE" w14:textId="4AFF7874" w:rsidR="00867884" w:rsidRPr="00366E12" w:rsidRDefault="00C95669" w:rsidP="00485E00">
            <w:pPr>
              <w:widowControl/>
              <w:spacing w:line="360" w:lineRule="exact"/>
              <w:jc w:val="left"/>
              <w:rPr>
                <w:rFonts w:eastAsia="楷体_GB2312"/>
                <w:b/>
                <w:bCs/>
                <w:kern w:val="0"/>
                <w:szCs w:val="21"/>
              </w:rPr>
            </w:pP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2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、</w:t>
            </w:r>
            <w:r w:rsidR="0019345C" w:rsidRPr="00366E12">
              <w:rPr>
                <w:rFonts w:eastAsia="楷体_GB2312" w:hint="eastAsia"/>
                <w:b/>
                <w:bCs/>
                <w:kern w:val="0"/>
                <w:szCs w:val="21"/>
              </w:rPr>
              <w:t>政治面貌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统计截止时间为当年</w:t>
            </w:r>
            <w:r w:rsidR="0022167E">
              <w:rPr>
                <w:rFonts w:eastAsia="楷体_GB2312" w:hint="eastAsia"/>
                <w:b/>
                <w:bCs/>
                <w:kern w:val="0"/>
                <w:szCs w:val="21"/>
              </w:rPr>
              <w:t>4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月止</w:t>
            </w:r>
            <w:r w:rsidR="0019345C" w:rsidRPr="00366E12">
              <w:rPr>
                <w:rFonts w:eastAsia="楷体_GB2312" w:hint="eastAsia"/>
                <w:b/>
                <w:bCs/>
                <w:kern w:val="0"/>
                <w:szCs w:val="21"/>
              </w:rPr>
              <w:t>。</w:t>
            </w:r>
          </w:p>
          <w:p w14:paraId="5C96D8B1" w14:textId="7A3F3D48" w:rsidR="00C95669" w:rsidRPr="00366E12" w:rsidRDefault="00C95669" w:rsidP="00485E00">
            <w:pPr>
              <w:widowControl/>
              <w:spacing w:line="360" w:lineRule="exact"/>
              <w:jc w:val="left"/>
              <w:rPr>
                <w:rFonts w:eastAsia="楷体_GB2312"/>
                <w:b/>
                <w:bCs/>
                <w:kern w:val="0"/>
                <w:szCs w:val="21"/>
              </w:rPr>
            </w:pP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3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、获奖情况仅填获优秀学生奖学金等级，获奖情况统计时间应是前一年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9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月至当年</w:t>
            </w:r>
            <w:r w:rsidR="0022167E">
              <w:rPr>
                <w:rFonts w:eastAsia="楷体_GB2312" w:hint="eastAsia"/>
                <w:b/>
                <w:bCs/>
                <w:kern w:val="0"/>
                <w:szCs w:val="21"/>
              </w:rPr>
              <w:t>4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月。</w:t>
            </w:r>
          </w:p>
          <w:p w14:paraId="2203F331" w14:textId="77777777" w:rsidR="00C95669" w:rsidRPr="00366E12" w:rsidRDefault="00C95669" w:rsidP="00485E00">
            <w:pPr>
              <w:widowControl/>
              <w:spacing w:line="360" w:lineRule="exact"/>
              <w:jc w:val="left"/>
              <w:rPr>
                <w:rFonts w:eastAsia="楷体_GB2312"/>
                <w:b/>
                <w:bCs/>
                <w:kern w:val="0"/>
                <w:szCs w:val="21"/>
              </w:rPr>
            </w:pP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4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、学习成绩指必修课和专业限选课的成绩。</w:t>
            </w:r>
          </w:p>
          <w:p w14:paraId="798C4167" w14:textId="77777777" w:rsidR="00C95669" w:rsidRDefault="00C95669" w:rsidP="00485E00">
            <w:pPr>
              <w:widowControl/>
              <w:spacing w:line="360" w:lineRule="exact"/>
              <w:jc w:val="left"/>
              <w:rPr>
                <w:rFonts w:eastAsia="楷体_GB2312"/>
                <w:kern w:val="0"/>
                <w:szCs w:val="21"/>
              </w:rPr>
            </w:pP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5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、学习成绩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80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分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—89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分为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“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良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”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，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90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分以上为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“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优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”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；学习成绩优良率＝良以上总人门数（每人学习成绩良以上门数之和）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÷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学习课程总人门数（每人所学课程之和）；学习成绩优秀率＝优以上总人门数（每人学习成绩优以上门数之和）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÷</w:t>
            </w:r>
            <w:r w:rsidRPr="00366E12">
              <w:rPr>
                <w:rFonts w:eastAsia="楷体_GB2312"/>
                <w:b/>
                <w:bCs/>
                <w:kern w:val="0"/>
                <w:szCs w:val="21"/>
              </w:rPr>
              <w:t>学习课程总人门数（每人所学课程之和）</w:t>
            </w:r>
            <w:r w:rsidRPr="003E4910">
              <w:rPr>
                <w:rFonts w:eastAsia="楷体_GB2312"/>
                <w:kern w:val="0"/>
                <w:szCs w:val="21"/>
              </w:rPr>
              <w:t>。</w:t>
            </w:r>
          </w:p>
          <w:p w14:paraId="0C956011" w14:textId="3044D3E6" w:rsidR="00087BAE" w:rsidRPr="00B87E80" w:rsidRDefault="00087BAE" w:rsidP="00485E00">
            <w:pPr>
              <w:widowControl/>
              <w:spacing w:line="360" w:lineRule="exact"/>
              <w:jc w:val="left"/>
              <w:rPr>
                <w:rFonts w:eastAsia="楷体_GB2312"/>
                <w:b/>
                <w:bCs/>
                <w:kern w:val="0"/>
                <w:sz w:val="22"/>
                <w:szCs w:val="22"/>
              </w:rPr>
            </w:pPr>
            <w:r w:rsidRPr="00B87E80">
              <w:rPr>
                <w:rFonts w:eastAsia="楷体_GB2312" w:hint="eastAsia"/>
                <w:b/>
                <w:bCs/>
                <w:kern w:val="0"/>
                <w:szCs w:val="21"/>
              </w:rPr>
              <w:t>6</w:t>
            </w:r>
            <w:r w:rsidRPr="00B87E80">
              <w:rPr>
                <w:rFonts w:eastAsia="楷体_GB2312" w:hint="eastAsia"/>
                <w:b/>
                <w:bCs/>
                <w:kern w:val="0"/>
                <w:szCs w:val="21"/>
              </w:rPr>
              <w:t>、此表采用双面打印，尽可能将总页数控制在偶数页（</w:t>
            </w:r>
            <w:r w:rsidRPr="00B87E80">
              <w:rPr>
                <w:rFonts w:eastAsia="楷体_GB2312" w:hint="eastAsia"/>
                <w:b/>
                <w:bCs/>
                <w:kern w:val="0"/>
                <w:szCs w:val="21"/>
              </w:rPr>
              <w:t>4</w:t>
            </w:r>
            <w:r w:rsidR="00B87E80" w:rsidRPr="00B87E80">
              <w:rPr>
                <w:rFonts w:eastAsia="楷体_GB2312" w:hint="eastAsia"/>
                <w:b/>
                <w:bCs/>
                <w:kern w:val="0"/>
                <w:szCs w:val="21"/>
              </w:rPr>
              <w:t>页最佳</w:t>
            </w:r>
            <w:r w:rsidRPr="00B87E80">
              <w:rPr>
                <w:rFonts w:eastAsia="楷体_GB2312" w:hint="eastAsia"/>
                <w:b/>
                <w:bCs/>
                <w:kern w:val="0"/>
                <w:szCs w:val="21"/>
              </w:rPr>
              <w:t>）</w:t>
            </w:r>
            <w:r w:rsidR="00B87E80" w:rsidRPr="00B87E80">
              <w:rPr>
                <w:rFonts w:eastAsia="楷体_GB2312" w:hint="eastAsia"/>
                <w:b/>
                <w:bCs/>
                <w:kern w:val="0"/>
                <w:szCs w:val="21"/>
              </w:rPr>
              <w:t>。</w:t>
            </w:r>
          </w:p>
        </w:tc>
      </w:tr>
      <w:tr w:rsidR="00C95669" w:rsidRPr="003E4910" w14:paraId="40BDF44C" w14:textId="77777777" w:rsidTr="000A7A76">
        <w:trPr>
          <w:trHeight w:val="312"/>
        </w:trPr>
        <w:tc>
          <w:tcPr>
            <w:tcW w:w="10097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14:paraId="7D65AD80" w14:textId="77777777" w:rsidR="00C95669" w:rsidRPr="003E4910" w:rsidRDefault="00C95669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C95669" w:rsidRPr="003E4910" w14:paraId="28C75B86" w14:textId="77777777" w:rsidTr="000A7A76">
        <w:trPr>
          <w:trHeight w:val="312"/>
        </w:trPr>
        <w:tc>
          <w:tcPr>
            <w:tcW w:w="10097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14:paraId="5251D78F" w14:textId="77777777" w:rsidR="00C95669" w:rsidRPr="003E4910" w:rsidRDefault="00C95669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C95669" w:rsidRPr="003E4910" w14:paraId="6C582014" w14:textId="77777777" w:rsidTr="000A7A76">
        <w:trPr>
          <w:trHeight w:val="312"/>
        </w:trPr>
        <w:tc>
          <w:tcPr>
            <w:tcW w:w="10097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0EDD9A" w14:textId="77777777" w:rsidR="00C95669" w:rsidRPr="003E4910" w:rsidRDefault="00C95669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C95669" w:rsidRPr="003E4910" w14:paraId="4F29B7D2" w14:textId="77777777" w:rsidTr="000A7A76">
        <w:trPr>
          <w:trHeight w:val="312"/>
        </w:trPr>
        <w:tc>
          <w:tcPr>
            <w:tcW w:w="10097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14:paraId="0BD395E2" w14:textId="77777777" w:rsidR="00C95669" w:rsidRPr="003E4910" w:rsidRDefault="00C95669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C95669" w:rsidRPr="003E4910" w14:paraId="0E15FB6D" w14:textId="77777777" w:rsidTr="000A7A76">
        <w:trPr>
          <w:trHeight w:val="312"/>
        </w:trPr>
        <w:tc>
          <w:tcPr>
            <w:tcW w:w="10097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14:paraId="0E7DE063" w14:textId="77777777" w:rsidR="00C95669" w:rsidRPr="003E4910" w:rsidRDefault="00C95669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C95669" w:rsidRPr="003E4910" w14:paraId="54B3895B" w14:textId="77777777" w:rsidTr="000A7A76">
        <w:trPr>
          <w:trHeight w:val="312"/>
        </w:trPr>
        <w:tc>
          <w:tcPr>
            <w:tcW w:w="10097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14:paraId="7C5B46AE" w14:textId="77777777" w:rsidR="00C95669" w:rsidRPr="003E4910" w:rsidRDefault="00C95669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C95669" w:rsidRPr="003E4910" w14:paraId="26912362" w14:textId="77777777" w:rsidTr="000A7A76">
        <w:trPr>
          <w:trHeight w:val="312"/>
        </w:trPr>
        <w:tc>
          <w:tcPr>
            <w:tcW w:w="10097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14:paraId="06A9438D" w14:textId="77777777" w:rsidR="00C95669" w:rsidRPr="003E4910" w:rsidRDefault="00C95669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C95669" w:rsidRPr="003E4910" w14:paraId="1418198E" w14:textId="77777777" w:rsidTr="000A7A76">
        <w:trPr>
          <w:trHeight w:val="312"/>
        </w:trPr>
        <w:tc>
          <w:tcPr>
            <w:tcW w:w="10097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7320E" w14:textId="77777777" w:rsidR="00C95669" w:rsidRPr="003E4910" w:rsidRDefault="00C95669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</w:tbl>
    <w:p w14:paraId="7B992796" w14:textId="77777777" w:rsidR="00C95669" w:rsidRPr="003E4910" w:rsidRDefault="00C95669"/>
    <w:sectPr w:rsidR="00C95669" w:rsidRPr="003E4910">
      <w:pgSz w:w="11906" w:h="16838"/>
      <w:pgMar w:top="1440" w:right="1800" w:bottom="124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BCD6E" w14:textId="77777777" w:rsidR="00896FB9" w:rsidRDefault="00896FB9" w:rsidP="000A7A76">
      <w:r>
        <w:separator/>
      </w:r>
    </w:p>
  </w:endnote>
  <w:endnote w:type="continuationSeparator" w:id="0">
    <w:p w14:paraId="49B00B32" w14:textId="77777777" w:rsidR="00896FB9" w:rsidRDefault="00896FB9" w:rsidP="000A7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21164" w14:textId="77777777" w:rsidR="00896FB9" w:rsidRDefault="00896FB9" w:rsidP="000A7A76">
      <w:r>
        <w:separator/>
      </w:r>
    </w:p>
  </w:footnote>
  <w:footnote w:type="continuationSeparator" w:id="0">
    <w:p w14:paraId="34229687" w14:textId="77777777" w:rsidR="00896FB9" w:rsidRDefault="00896FB9" w:rsidP="000A7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7B0"/>
    <w:rsid w:val="000001EE"/>
    <w:rsid w:val="00002428"/>
    <w:rsid w:val="00010C88"/>
    <w:rsid w:val="00037ADF"/>
    <w:rsid w:val="00087BAE"/>
    <w:rsid w:val="00092A34"/>
    <w:rsid w:val="000A1EEA"/>
    <w:rsid w:val="000A7A76"/>
    <w:rsid w:val="000D6ADB"/>
    <w:rsid w:val="000F70FD"/>
    <w:rsid w:val="00102E24"/>
    <w:rsid w:val="00115E9C"/>
    <w:rsid w:val="001819D8"/>
    <w:rsid w:val="0019345C"/>
    <w:rsid w:val="00197543"/>
    <w:rsid w:val="001B44FD"/>
    <w:rsid w:val="001D2D72"/>
    <w:rsid w:val="001E0ADD"/>
    <w:rsid w:val="002077B0"/>
    <w:rsid w:val="0022167E"/>
    <w:rsid w:val="002355AF"/>
    <w:rsid w:val="002475BB"/>
    <w:rsid w:val="00295D18"/>
    <w:rsid w:val="002C16FE"/>
    <w:rsid w:val="002C42E7"/>
    <w:rsid w:val="002D216B"/>
    <w:rsid w:val="002E6C10"/>
    <w:rsid w:val="003341F6"/>
    <w:rsid w:val="00340D73"/>
    <w:rsid w:val="00366E12"/>
    <w:rsid w:val="00383B07"/>
    <w:rsid w:val="00396968"/>
    <w:rsid w:val="003D1A56"/>
    <w:rsid w:val="003E07C1"/>
    <w:rsid w:val="003E4910"/>
    <w:rsid w:val="003F1EB0"/>
    <w:rsid w:val="00416726"/>
    <w:rsid w:val="004379E9"/>
    <w:rsid w:val="004535D2"/>
    <w:rsid w:val="00456B75"/>
    <w:rsid w:val="00460CBD"/>
    <w:rsid w:val="00485E00"/>
    <w:rsid w:val="004A70A1"/>
    <w:rsid w:val="004C102A"/>
    <w:rsid w:val="004C54DD"/>
    <w:rsid w:val="004D0E0B"/>
    <w:rsid w:val="004D6758"/>
    <w:rsid w:val="004E1A02"/>
    <w:rsid w:val="004E32DA"/>
    <w:rsid w:val="004E617C"/>
    <w:rsid w:val="004F1B5F"/>
    <w:rsid w:val="00504FD1"/>
    <w:rsid w:val="005139EE"/>
    <w:rsid w:val="00541A2B"/>
    <w:rsid w:val="00585C10"/>
    <w:rsid w:val="00613A69"/>
    <w:rsid w:val="006259D5"/>
    <w:rsid w:val="00653F1A"/>
    <w:rsid w:val="0069220B"/>
    <w:rsid w:val="006D647E"/>
    <w:rsid w:val="006D6D0D"/>
    <w:rsid w:val="00742A3D"/>
    <w:rsid w:val="00757B23"/>
    <w:rsid w:val="0079107F"/>
    <w:rsid w:val="007970BC"/>
    <w:rsid w:val="007B21CC"/>
    <w:rsid w:val="007D0830"/>
    <w:rsid w:val="007E6FA7"/>
    <w:rsid w:val="007F0910"/>
    <w:rsid w:val="00804DF8"/>
    <w:rsid w:val="00830C6F"/>
    <w:rsid w:val="008616E8"/>
    <w:rsid w:val="00867884"/>
    <w:rsid w:val="00890CB7"/>
    <w:rsid w:val="008944A7"/>
    <w:rsid w:val="00896FB9"/>
    <w:rsid w:val="008B3892"/>
    <w:rsid w:val="008E2CB4"/>
    <w:rsid w:val="008E4CA9"/>
    <w:rsid w:val="008F0312"/>
    <w:rsid w:val="00920EE9"/>
    <w:rsid w:val="00937257"/>
    <w:rsid w:val="0097419F"/>
    <w:rsid w:val="00976B18"/>
    <w:rsid w:val="009B1818"/>
    <w:rsid w:val="009E21BD"/>
    <w:rsid w:val="009E72A5"/>
    <w:rsid w:val="009F0F0A"/>
    <w:rsid w:val="009F5813"/>
    <w:rsid w:val="00A0110D"/>
    <w:rsid w:val="00A05902"/>
    <w:rsid w:val="00A22C08"/>
    <w:rsid w:val="00A267F3"/>
    <w:rsid w:val="00A41284"/>
    <w:rsid w:val="00A667A0"/>
    <w:rsid w:val="00A703B7"/>
    <w:rsid w:val="00A96B02"/>
    <w:rsid w:val="00AA220A"/>
    <w:rsid w:val="00AC0311"/>
    <w:rsid w:val="00AF058C"/>
    <w:rsid w:val="00AF0607"/>
    <w:rsid w:val="00B20B6D"/>
    <w:rsid w:val="00B34EBE"/>
    <w:rsid w:val="00B54BB8"/>
    <w:rsid w:val="00B75588"/>
    <w:rsid w:val="00B87E80"/>
    <w:rsid w:val="00BA66DC"/>
    <w:rsid w:val="00BD0E55"/>
    <w:rsid w:val="00BE13A8"/>
    <w:rsid w:val="00C13E14"/>
    <w:rsid w:val="00C541E8"/>
    <w:rsid w:val="00C656C5"/>
    <w:rsid w:val="00C71A76"/>
    <w:rsid w:val="00C93D33"/>
    <w:rsid w:val="00C94F6B"/>
    <w:rsid w:val="00C95669"/>
    <w:rsid w:val="00CB6D13"/>
    <w:rsid w:val="00CF5A42"/>
    <w:rsid w:val="00D063D0"/>
    <w:rsid w:val="00D308A1"/>
    <w:rsid w:val="00D62454"/>
    <w:rsid w:val="00D66E99"/>
    <w:rsid w:val="00D92453"/>
    <w:rsid w:val="00E06FF9"/>
    <w:rsid w:val="00E311F0"/>
    <w:rsid w:val="00E3674B"/>
    <w:rsid w:val="00E50032"/>
    <w:rsid w:val="00E912E6"/>
    <w:rsid w:val="00EA1F89"/>
    <w:rsid w:val="00F01646"/>
    <w:rsid w:val="00F627A8"/>
    <w:rsid w:val="00FA1033"/>
    <w:rsid w:val="2E9C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6EC480"/>
  <w15:chartTrackingRefBased/>
  <w15:docId w15:val="{1530F854-31EB-45CB-AE76-D4D3250C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link w:val="a6"/>
    <w:rsid w:val="000A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0A7A76"/>
    <w:rPr>
      <w:kern w:val="2"/>
      <w:sz w:val="18"/>
      <w:szCs w:val="18"/>
    </w:rPr>
  </w:style>
  <w:style w:type="paragraph" w:styleId="a7">
    <w:name w:val="footer"/>
    <w:basedOn w:val="a"/>
    <w:link w:val="a8"/>
    <w:rsid w:val="000A7A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0A7A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807</Characters>
  <Application>Microsoft Office Word</Application>
  <DocSecurity>0</DocSecurity>
  <Lines>201</Lines>
  <Paragraphs>226</Paragraphs>
  <ScaleCrop>false</ScaleCrop>
  <Company>中山大学学生处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        十佳文明宿舍、文明宿舍评选申请表</dc:title>
  <dc:subject/>
  <dc:creator>liujun</dc:creator>
  <cp:keywords/>
  <dc:description/>
  <cp:lastModifiedBy>A. R. Lin</cp:lastModifiedBy>
  <cp:revision>4</cp:revision>
  <cp:lastPrinted>2010-03-25T07:06:00Z</cp:lastPrinted>
  <dcterms:created xsi:type="dcterms:W3CDTF">2024-05-27T03:10:00Z</dcterms:created>
  <dcterms:modified xsi:type="dcterms:W3CDTF">2025-04-29T08:19:00Z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0334A2F0EFB44950B7EFCAB4E52D348A</vt:lpwstr>
  </property>
  <property fmtid="{D5CDD505-2E9C-101B-9397-08002B2CF9AE}" pid="4" name="GrammarlyDocumentId">
    <vt:lpwstr>c349973b72fd99801c8e1194681a29bd5d7720d54813302e3dec3e9090a509ff</vt:lpwstr>
  </property>
</Properties>
</file>